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7853"/>
      </w:tblGrid>
      <w:tr w:rsidR="008A59B4" w:rsidRPr="003613C2" w:rsidTr="00662B71">
        <w:trPr>
          <w:trHeight w:val="7214"/>
        </w:trPr>
        <w:tc>
          <w:tcPr>
            <w:tcW w:w="396" w:type="pct"/>
            <w:vAlign w:val="center"/>
          </w:tcPr>
          <w:p w:rsidR="008A59B4" w:rsidRPr="003613C2" w:rsidRDefault="008A59B4" w:rsidP="007A6673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8A59B4" w:rsidRPr="003613C2" w:rsidRDefault="008A59B4" w:rsidP="007A6673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8A59B4" w:rsidRPr="003613C2" w:rsidRDefault="008A59B4" w:rsidP="007A6673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3613C2">
              <w:rPr>
                <w:rFonts w:ascii="仿宋_GB2312" w:eastAsia="仿宋_GB2312" w:cs="仿宋_GB2312" w:hint="eastAsia"/>
                <w:sz w:val="28"/>
                <w:szCs w:val="28"/>
              </w:rPr>
              <w:t>宅基地坐落平面位置</w:t>
            </w:r>
            <w:r w:rsidRPr="003613C2"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 w:rsidRPr="003613C2">
              <w:rPr>
                <w:rFonts w:ascii="仿宋_GB2312" w:eastAsia="仿宋_GB2312" w:cs="仿宋_GB2312" w:hint="eastAsia"/>
                <w:sz w:val="28"/>
                <w:szCs w:val="28"/>
              </w:rPr>
              <w:t>图</w:t>
            </w:r>
          </w:p>
          <w:p w:rsidR="008A59B4" w:rsidRPr="003613C2" w:rsidRDefault="008A59B4" w:rsidP="007A6673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8A59B4" w:rsidRPr="003613C2" w:rsidRDefault="008A59B4" w:rsidP="007A6673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8A59B4" w:rsidRPr="003613C2" w:rsidRDefault="008A59B4" w:rsidP="007A6673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604" w:type="pct"/>
            <w:vAlign w:val="center"/>
          </w:tcPr>
          <w:p w:rsidR="008A59B4" w:rsidRPr="003613C2" w:rsidRDefault="008A59B4" w:rsidP="007A6673">
            <w:pPr>
              <w:spacing w:line="360" w:lineRule="auto"/>
              <w:rPr>
                <w:rFonts w:ascii="仿宋_GB2312" w:eastAsia="仿宋_GB2312" w:cs="仿宋_GB2312"/>
                <w:szCs w:val="24"/>
              </w:rPr>
            </w:pPr>
          </w:p>
        </w:tc>
      </w:tr>
      <w:tr w:rsidR="008A59B4" w:rsidRPr="003613C2" w:rsidTr="00C44FEE">
        <w:trPr>
          <w:trHeight w:val="714"/>
        </w:trPr>
        <w:tc>
          <w:tcPr>
            <w:tcW w:w="396" w:type="pct"/>
            <w:vAlign w:val="center"/>
          </w:tcPr>
          <w:p w:rsidR="008A59B4" w:rsidRPr="003613C2" w:rsidRDefault="008A59B4" w:rsidP="00C44FEE">
            <w:pPr>
              <w:spacing w:line="360" w:lineRule="auto"/>
              <w:jc w:val="center"/>
              <w:rPr>
                <w:rFonts w:ascii="宋体" w:cs="仿宋_GB2312"/>
                <w:sz w:val="24"/>
                <w:szCs w:val="24"/>
              </w:rPr>
            </w:pPr>
            <w:r w:rsidRPr="003613C2">
              <w:rPr>
                <w:rFonts w:ascii="宋体" w:hAnsi="宋体" w:cs="仿宋_GB2312" w:hint="eastAsia"/>
                <w:sz w:val="24"/>
                <w:szCs w:val="24"/>
              </w:rPr>
              <w:t>备注</w:t>
            </w:r>
          </w:p>
        </w:tc>
        <w:tc>
          <w:tcPr>
            <w:tcW w:w="4604" w:type="pct"/>
            <w:vAlign w:val="center"/>
          </w:tcPr>
          <w:p w:rsidR="008A59B4" w:rsidRPr="003613C2" w:rsidRDefault="008A59B4" w:rsidP="007A6673">
            <w:pPr>
              <w:spacing w:line="360" w:lineRule="auto"/>
              <w:rPr>
                <w:rFonts w:ascii="宋体" w:cs="仿宋_GB2312"/>
                <w:sz w:val="24"/>
                <w:szCs w:val="24"/>
              </w:rPr>
            </w:pPr>
            <w:r w:rsidRPr="003613C2">
              <w:rPr>
                <w:rFonts w:ascii="宋体" w:hAnsi="宋体" w:cs="仿宋_GB2312" w:hint="eastAsia"/>
                <w:sz w:val="24"/>
                <w:szCs w:val="24"/>
              </w:rPr>
              <w:t>图中需载明宅基地的具体位置、长宽、四至，并标明与永久性参照物的具体距离。</w:t>
            </w:r>
          </w:p>
        </w:tc>
      </w:tr>
      <w:tr w:rsidR="008A59B4" w:rsidRPr="003613C2" w:rsidTr="007A6673">
        <w:trPr>
          <w:trHeight w:val="714"/>
        </w:trPr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A59B4" w:rsidRPr="003613C2" w:rsidRDefault="008A59B4" w:rsidP="00662B71">
            <w:pPr>
              <w:spacing w:line="400" w:lineRule="exact"/>
              <w:rPr>
                <w:rFonts w:ascii="宋体" w:cs="仿宋_GB2312"/>
                <w:sz w:val="28"/>
                <w:szCs w:val="28"/>
              </w:rPr>
            </w:pPr>
          </w:p>
          <w:p w:rsidR="008A59B4" w:rsidRPr="003613C2" w:rsidRDefault="008A59B4" w:rsidP="00662B71">
            <w:pPr>
              <w:spacing w:line="400" w:lineRule="exact"/>
              <w:rPr>
                <w:rFonts w:ascii="宋体" w:cs="仿宋_GB2312"/>
                <w:sz w:val="28"/>
                <w:szCs w:val="28"/>
              </w:rPr>
            </w:pPr>
            <w:r w:rsidRPr="003613C2">
              <w:rPr>
                <w:rFonts w:ascii="宋体" w:hAnsi="宋体" w:cs="仿宋_GB2312" w:hint="eastAsia"/>
                <w:sz w:val="28"/>
                <w:szCs w:val="28"/>
              </w:rPr>
              <w:t>填写说明：</w:t>
            </w:r>
          </w:p>
          <w:p w:rsidR="008A59B4" w:rsidRPr="003613C2" w:rsidRDefault="008A59B4" w:rsidP="00662B71">
            <w:pPr>
              <w:pStyle w:val="ListParagraph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cs="仿宋_GB2312"/>
                <w:sz w:val="24"/>
                <w:szCs w:val="24"/>
              </w:rPr>
            </w:pPr>
            <w:r w:rsidRPr="003613C2">
              <w:rPr>
                <w:rFonts w:ascii="宋体" w:hAnsi="宋体" w:cs="仿宋_GB2312" w:hint="eastAsia"/>
                <w:sz w:val="24"/>
                <w:szCs w:val="24"/>
              </w:rPr>
              <w:t>编号规则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: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编号数字共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16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位，前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6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位数字按照《中华人民共和国行政区划代码》（详见民政部网站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www.mca.gov.cn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）执行；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7-9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位数字表示街道（地区）办事处、镇、乡（苏木），按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GB/T10114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的规定执行；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10-13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位数字代表证书发放年份；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14-16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位数字代表证书发放序号。</w:t>
            </w:r>
          </w:p>
          <w:p w:rsidR="008A59B4" w:rsidRPr="003613C2" w:rsidRDefault="008A59B4" w:rsidP="00662B71">
            <w:pPr>
              <w:pStyle w:val="ListParagraph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cs="仿宋_GB2312"/>
                <w:sz w:val="28"/>
                <w:szCs w:val="28"/>
              </w:rPr>
            </w:pPr>
            <w:r w:rsidRPr="003613C2">
              <w:rPr>
                <w:rFonts w:ascii="宋体" w:hAnsi="宋体" w:cs="仿宋_GB2312" w:hint="eastAsia"/>
                <w:sz w:val="24"/>
                <w:szCs w:val="24"/>
              </w:rPr>
              <w:t>批准书有效期</w:t>
            </w:r>
            <w:r w:rsidRPr="003613C2">
              <w:rPr>
                <w:rFonts w:ascii="宋体" w:hAnsi="宋体" w:cs="仿宋_GB2312"/>
                <w:sz w:val="24"/>
                <w:szCs w:val="24"/>
              </w:rPr>
              <w:t>:</w:t>
            </w:r>
            <w:r w:rsidRPr="003613C2">
              <w:rPr>
                <w:rFonts w:ascii="宋体" w:hAnsi="宋体" w:cs="仿宋_GB2312" w:hint="eastAsia"/>
                <w:sz w:val="24"/>
                <w:szCs w:val="24"/>
              </w:rPr>
              <w:t>指按照本省（区、市）宅基地管理有关规定，宅基地申请批准后农户必须开工建设的时间。</w:t>
            </w:r>
          </w:p>
        </w:tc>
      </w:tr>
    </w:tbl>
    <w:p w:rsidR="008A59B4" w:rsidRPr="00662B71" w:rsidRDefault="008A59B4" w:rsidP="00662B71">
      <w:pPr>
        <w:spacing w:line="360" w:lineRule="auto"/>
        <w:rPr>
          <w:rFonts w:ascii="宋体" w:cs="仿宋_GB2312"/>
          <w:sz w:val="28"/>
          <w:szCs w:val="28"/>
        </w:rPr>
      </w:pPr>
      <w:r w:rsidRPr="0092590D">
        <w:rPr>
          <w:rFonts w:ascii="宋体" w:hAnsi="宋体" w:cs="仿宋_GB2312" w:hint="eastAsia"/>
          <w:sz w:val="28"/>
          <w:szCs w:val="28"/>
        </w:rPr>
        <w:t>附图</w:t>
      </w:r>
      <w:r w:rsidRPr="0092590D">
        <w:rPr>
          <w:rFonts w:ascii="宋体" w:hAnsi="宋体" w:cs="仿宋_GB2312"/>
          <w:sz w:val="28"/>
          <w:szCs w:val="28"/>
        </w:rPr>
        <w:t>:</w:t>
      </w:r>
      <w:r>
        <w:rPr>
          <w:rFonts w:ascii="宋体" w:hAnsi="宋体" w:cs="仿宋_GB2312"/>
          <w:sz w:val="28"/>
          <w:szCs w:val="28"/>
        </w:rPr>
        <w:t xml:space="preserve">                            </w:t>
      </w:r>
      <w:r w:rsidRPr="002A58B1">
        <w:rPr>
          <w:rFonts w:ascii="黑体" w:eastAsia="黑体" w:hAnsi="黑体" w:cs="黑体" w:hint="eastAsia"/>
          <w:szCs w:val="21"/>
        </w:rPr>
        <w:t>农宅字</w:t>
      </w:r>
      <w:r w:rsidRPr="00D760B8">
        <w:rPr>
          <w:rFonts w:ascii="黑体" w:eastAsia="黑体" w:hAnsi="黑体" w:cs="黑体"/>
          <w:szCs w:val="21"/>
          <w:u w:val="single"/>
        </w:rPr>
        <w:t xml:space="preserve">                        </w:t>
      </w:r>
      <w:r w:rsidRPr="002A58B1">
        <w:rPr>
          <w:rFonts w:ascii="黑体" w:eastAsia="黑体" w:hAnsi="黑体" w:cs="黑体" w:hint="eastAsia"/>
          <w:szCs w:val="21"/>
        </w:rPr>
        <w:t>号</w:t>
      </w:r>
    </w:p>
    <w:sectPr w:rsidR="008A59B4" w:rsidRPr="00662B71" w:rsidSect="0057435A"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9B4" w:rsidRDefault="008A59B4" w:rsidP="0057435A">
      <w:r>
        <w:separator/>
      </w:r>
    </w:p>
  </w:endnote>
  <w:endnote w:type="continuationSeparator" w:id="0">
    <w:p w:rsidR="008A59B4" w:rsidRDefault="008A59B4" w:rsidP="00574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9B4" w:rsidRDefault="008A59B4" w:rsidP="0057435A">
      <w:r>
        <w:separator/>
      </w:r>
    </w:p>
  </w:footnote>
  <w:footnote w:type="continuationSeparator" w:id="0">
    <w:p w:rsidR="008A59B4" w:rsidRDefault="008A59B4" w:rsidP="00574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37708"/>
    <w:multiLevelType w:val="hybridMultilevel"/>
    <w:tmpl w:val="B1E4EBE2"/>
    <w:lvl w:ilvl="0" w:tplc="29DC28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35A"/>
    <w:rsid w:val="000014A5"/>
    <w:rsid w:val="00025B29"/>
    <w:rsid w:val="00040BCF"/>
    <w:rsid w:val="00086C0A"/>
    <w:rsid w:val="000F4822"/>
    <w:rsid w:val="001A401A"/>
    <w:rsid w:val="00252AF7"/>
    <w:rsid w:val="002A58B1"/>
    <w:rsid w:val="0036017D"/>
    <w:rsid w:val="003613C2"/>
    <w:rsid w:val="00391E6B"/>
    <w:rsid w:val="003D6656"/>
    <w:rsid w:val="00401656"/>
    <w:rsid w:val="00404C63"/>
    <w:rsid w:val="004466AE"/>
    <w:rsid w:val="00530DA3"/>
    <w:rsid w:val="00541904"/>
    <w:rsid w:val="0057435A"/>
    <w:rsid w:val="0058140E"/>
    <w:rsid w:val="00656717"/>
    <w:rsid w:val="00662B71"/>
    <w:rsid w:val="00777CCF"/>
    <w:rsid w:val="007A6673"/>
    <w:rsid w:val="007B6D89"/>
    <w:rsid w:val="007F3C79"/>
    <w:rsid w:val="008A59B4"/>
    <w:rsid w:val="0092590D"/>
    <w:rsid w:val="00933C49"/>
    <w:rsid w:val="00972C54"/>
    <w:rsid w:val="00A2226D"/>
    <w:rsid w:val="00A377D4"/>
    <w:rsid w:val="00AA10AC"/>
    <w:rsid w:val="00C31E04"/>
    <w:rsid w:val="00C44FEE"/>
    <w:rsid w:val="00D21EFB"/>
    <w:rsid w:val="00D760B8"/>
    <w:rsid w:val="00D92514"/>
    <w:rsid w:val="00DC010E"/>
    <w:rsid w:val="00E5203A"/>
    <w:rsid w:val="00EB7DAC"/>
    <w:rsid w:val="00F0774B"/>
    <w:rsid w:val="00F3677B"/>
    <w:rsid w:val="00F65EF4"/>
    <w:rsid w:val="00F75755"/>
    <w:rsid w:val="00FC7381"/>
    <w:rsid w:val="00FF4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CC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74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435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74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435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54190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47</Words>
  <Characters>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宅基地坐落平面位置 图</dc:title>
  <dc:subject/>
  <dc:creator>呼倩</dc:creator>
  <cp:keywords/>
  <dc:description/>
  <cp:lastModifiedBy>lenovo</cp:lastModifiedBy>
  <cp:revision>2</cp:revision>
  <cp:lastPrinted>2020-03-19T09:23:00Z</cp:lastPrinted>
  <dcterms:created xsi:type="dcterms:W3CDTF">2020-03-19T09:23:00Z</dcterms:created>
  <dcterms:modified xsi:type="dcterms:W3CDTF">2020-03-19T09:23:00Z</dcterms:modified>
</cp:coreProperties>
</file>